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BD5D1" w14:textId="0D5CB38A" w:rsidR="00F168B1" w:rsidRPr="00A772DC" w:rsidRDefault="00F168B1" w:rsidP="00F168B1">
      <w:pPr>
        <w:rPr>
          <w:rFonts w:asciiTheme="minorHAnsi" w:hAnsiTheme="minorHAnsi" w:cstheme="minorHAnsi"/>
        </w:rPr>
      </w:pPr>
      <w:r w:rsidRPr="00A772DC">
        <w:rPr>
          <w:rFonts w:asciiTheme="minorHAnsi" w:hAnsiTheme="minorHAnsi" w:cstheme="minorHAnsi"/>
        </w:rPr>
        <w:t xml:space="preserve">Table S2 </w:t>
      </w:r>
      <w:r w:rsidR="00A772DC" w:rsidRPr="00A772DC">
        <w:rPr>
          <w:rFonts w:asciiTheme="minorHAnsi" w:hAnsiTheme="minorHAnsi" w:cstheme="minorHAnsi"/>
        </w:rPr>
        <w:t>Leave one out analysis, 2017-2018 and 2018-2019</w:t>
      </w:r>
      <w:r w:rsidR="00A772DC" w:rsidRPr="00A772DC">
        <w:rPr>
          <w:rFonts w:asciiTheme="minorHAnsi" w:hAnsiTheme="minorHAnsi" w:cstheme="minorHAnsi"/>
        </w:rPr>
        <w:t>.</w:t>
      </w:r>
    </w:p>
    <w:p w14:paraId="700460E7" w14:textId="682E8FCC" w:rsidR="00F168B1" w:rsidRPr="00A772DC" w:rsidRDefault="00F168B1" w:rsidP="00F168B1">
      <w:pPr>
        <w:rPr>
          <w:rFonts w:asciiTheme="minorHAnsi" w:hAnsiTheme="minorHAnsi" w:cstheme="minorHAnsi"/>
        </w:rPr>
      </w:pPr>
      <w:r w:rsidRPr="00A772DC">
        <w:rPr>
          <w:rFonts w:asciiTheme="minorHAnsi" w:hAnsiTheme="minorHAnsi" w:cstheme="minorHAnsi"/>
        </w:rPr>
        <w:t>Random-effects model</w:t>
      </w:r>
      <w:r w:rsidRPr="00A772DC">
        <w:rPr>
          <w:rFonts w:asciiTheme="minorHAnsi" w:hAnsiTheme="minorHAnsi" w:cstheme="minorHAnsi"/>
        </w:rPr>
        <w:t xml:space="preserve"> </w:t>
      </w:r>
      <w:r w:rsidRPr="00A772DC">
        <w:rPr>
          <w:rFonts w:asciiTheme="minorHAnsi" w:hAnsiTheme="minorHAnsi" w:cstheme="minorHAnsi"/>
        </w:rPr>
        <w:t xml:space="preserve">Method: REML </w:t>
      </w:r>
    </w:p>
    <w:p w14:paraId="2BA91711" w14:textId="2570825A" w:rsidR="00F168B1" w:rsidRPr="00A772DC" w:rsidRDefault="00F168B1" w:rsidP="00F168B1">
      <w:pPr>
        <w:rPr>
          <w:rFonts w:asciiTheme="minorHAnsi" w:hAnsiTheme="minorHAnsi" w:cstheme="minorHAnsi"/>
        </w:rPr>
      </w:pPr>
    </w:p>
    <w:tbl>
      <w:tblPr>
        <w:tblStyle w:val="TableGrid"/>
        <w:tblW w:w="91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7"/>
        <w:gridCol w:w="1427"/>
        <w:gridCol w:w="23"/>
        <w:gridCol w:w="1446"/>
        <w:gridCol w:w="1478"/>
        <w:gridCol w:w="1651"/>
      </w:tblGrid>
      <w:tr w:rsidR="00A772DC" w:rsidRPr="00A772DC" w14:paraId="7BA74054" w14:textId="77777777" w:rsidTr="00E53441">
        <w:tc>
          <w:tcPr>
            <w:tcW w:w="3167" w:type="dxa"/>
            <w:tcBorders>
              <w:top w:val="single" w:sz="4" w:space="0" w:color="auto"/>
            </w:tcBorders>
          </w:tcPr>
          <w:p w14:paraId="475A1CF8" w14:textId="77777777" w:rsidR="00A772DC" w:rsidRPr="00A772DC" w:rsidRDefault="00A772DC" w:rsidP="006E7A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</w:tcBorders>
          </w:tcPr>
          <w:p w14:paraId="67162E35" w14:textId="77777777" w:rsidR="00A772DC" w:rsidRPr="00A772DC" w:rsidRDefault="00A772DC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58F79878" w14:textId="77777777" w:rsidR="00A772DC" w:rsidRPr="00A772DC" w:rsidRDefault="00A772DC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</w:tcPr>
          <w:p w14:paraId="2DA11F0B" w14:textId="77777777" w:rsidR="00A772DC" w:rsidRPr="00A772DC" w:rsidRDefault="00A772DC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</w:tcPr>
          <w:p w14:paraId="1930AE9B" w14:textId="77777777" w:rsidR="00A772DC" w:rsidRPr="00A772DC" w:rsidRDefault="00A772DC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4BD3FA25" w14:textId="77777777" w:rsidTr="00E53441">
        <w:tc>
          <w:tcPr>
            <w:tcW w:w="3167" w:type="dxa"/>
          </w:tcPr>
          <w:p w14:paraId="047F4835" w14:textId="0D2AB87D" w:rsidR="00F168B1" w:rsidRPr="00A772DC" w:rsidRDefault="00E53441" w:rsidP="006E7A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Season and </w:t>
            </w:r>
            <w:r w:rsidR="00F168B1" w:rsidRPr="00A772DC">
              <w:rPr>
                <w:rFonts w:asciiTheme="minorHAnsi" w:hAnsiTheme="minorHAnsi" w:cstheme="minorHAnsi"/>
              </w:rPr>
              <w:t>Omitted study</w:t>
            </w:r>
          </w:p>
        </w:tc>
        <w:tc>
          <w:tcPr>
            <w:tcW w:w="1450" w:type="dxa"/>
            <w:gridSpan w:val="2"/>
          </w:tcPr>
          <w:p w14:paraId="2201D8DF" w14:textId="5B9C377B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a</w:t>
            </w:r>
            <w:r w:rsidRPr="00A772DC">
              <w:rPr>
                <w:rFonts w:asciiTheme="minorHAnsi" w:hAnsiTheme="minorHAnsi" w:cstheme="minorHAnsi"/>
              </w:rPr>
              <w:t>RR</w:t>
            </w:r>
            <w:proofErr w:type="spellEnd"/>
          </w:p>
        </w:tc>
        <w:tc>
          <w:tcPr>
            <w:tcW w:w="1446" w:type="dxa"/>
          </w:tcPr>
          <w:p w14:paraId="3BE99EA8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[95% conf.</w:t>
            </w:r>
          </w:p>
        </w:tc>
        <w:tc>
          <w:tcPr>
            <w:tcW w:w="1478" w:type="dxa"/>
          </w:tcPr>
          <w:p w14:paraId="0C785CFD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interval]</w:t>
            </w:r>
          </w:p>
        </w:tc>
        <w:tc>
          <w:tcPr>
            <w:tcW w:w="1651" w:type="dxa"/>
          </w:tcPr>
          <w:p w14:paraId="0094141B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p-value</w:t>
            </w:r>
          </w:p>
        </w:tc>
      </w:tr>
      <w:tr w:rsidR="00E53441" w:rsidRPr="00A772DC" w14:paraId="27342015" w14:textId="77777777" w:rsidTr="00E53441">
        <w:tc>
          <w:tcPr>
            <w:tcW w:w="3167" w:type="dxa"/>
            <w:tcBorders>
              <w:bottom w:val="single" w:sz="4" w:space="0" w:color="auto"/>
            </w:tcBorders>
          </w:tcPr>
          <w:p w14:paraId="599CCAA7" w14:textId="77777777" w:rsidR="00E53441" w:rsidRPr="00A772DC" w:rsidRDefault="00E53441" w:rsidP="00A772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</w:tcPr>
          <w:p w14:paraId="6F17607A" w14:textId="77777777" w:rsidR="00E53441" w:rsidRPr="00A772DC" w:rsidRDefault="00E5344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6EDD132A" w14:textId="77777777" w:rsidR="00E53441" w:rsidRPr="00A772DC" w:rsidRDefault="00E5344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235335C" w14:textId="77777777" w:rsidR="00E53441" w:rsidRPr="00A772DC" w:rsidRDefault="00E5344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14:paraId="3E002910" w14:textId="77777777" w:rsidR="00E53441" w:rsidRPr="00A772DC" w:rsidRDefault="00E5344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200320BF" w14:textId="77777777" w:rsidTr="00E53441">
        <w:tc>
          <w:tcPr>
            <w:tcW w:w="3167" w:type="dxa"/>
            <w:tcBorders>
              <w:top w:val="single" w:sz="4" w:space="0" w:color="auto"/>
            </w:tcBorders>
          </w:tcPr>
          <w:p w14:paraId="56EC3D6D" w14:textId="1E3230AD" w:rsidR="00F168B1" w:rsidRPr="00A772DC" w:rsidRDefault="00F168B1" w:rsidP="00A772DC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2017-2018 Influenza season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</w:tcBorders>
          </w:tcPr>
          <w:p w14:paraId="3FFD5896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753C5219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</w:tcPr>
          <w:p w14:paraId="26268098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</w:tcPr>
          <w:p w14:paraId="2E201645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4BF909D9" w14:textId="77777777" w:rsidTr="00E53441">
        <w:tc>
          <w:tcPr>
            <w:tcW w:w="3167" w:type="dxa"/>
          </w:tcPr>
          <w:p w14:paraId="3748D812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Boikos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2020a</w:t>
            </w:r>
          </w:p>
        </w:tc>
        <w:tc>
          <w:tcPr>
            <w:tcW w:w="1450" w:type="dxa"/>
            <w:gridSpan w:val="2"/>
          </w:tcPr>
          <w:p w14:paraId="00960A14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1.111</w:t>
            </w:r>
          </w:p>
        </w:tc>
        <w:tc>
          <w:tcPr>
            <w:tcW w:w="1446" w:type="dxa"/>
          </w:tcPr>
          <w:p w14:paraId="170D4516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1.084</w:t>
            </w:r>
          </w:p>
        </w:tc>
        <w:tc>
          <w:tcPr>
            <w:tcW w:w="1478" w:type="dxa"/>
          </w:tcPr>
          <w:p w14:paraId="732009B9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1.138</w:t>
            </w:r>
          </w:p>
        </w:tc>
        <w:tc>
          <w:tcPr>
            <w:tcW w:w="1651" w:type="dxa"/>
          </w:tcPr>
          <w:p w14:paraId="44AA151E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0.000</w:t>
            </w:r>
          </w:p>
        </w:tc>
      </w:tr>
      <w:tr w:rsidR="00F168B1" w:rsidRPr="00A772DC" w14:paraId="1B648795" w14:textId="77777777" w:rsidTr="00E53441">
        <w:tc>
          <w:tcPr>
            <w:tcW w:w="3167" w:type="dxa"/>
          </w:tcPr>
          <w:p w14:paraId="2BFB9D87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Bruxvoort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2019a</w:t>
            </w:r>
          </w:p>
        </w:tc>
        <w:tc>
          <w:tcPr>
            <w:tcW w:w="1450" w:type="dxa"/>
            <w:gridSpan w:val="2"/>
          </w:tcPr>
          <w:p w14:paraId="6ED719C2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1.110</w:t>
            </w:r>
          </w:p>
        </w:tc>
        <w:tc>
          <w:tcPr>
            <w:tcW w:w="1446" w:type="dxa"/>
          </w:tcPr>
          <w:p w14:paraId="4D041FE3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1.084</w:t>
            </w:r>
          </w:p>
        </w:tc>
        <w:tc>
          <w:tcPr>
            <w:tcW w:w="1478" w:type="dxa"/>
          </w:tcPr>
          <w:p w14:paraId="32481D69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1.137</w:t>
            </w:r>
          </w:p>
        </w:tc>
        <w:tc>
          <w:tcPr>
            <w:tcW w:w="1651" w:type="dxa"/>
          </w:tcPr>
          <w:p w14:paraId="09F1C6CE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0.000</w:t>
            </w:r>
          </w:p>
        </w:tc>
      </w:tr>
      <w:tr w:rsidR="00F168B1" w:rsidRPr="00A772DC" w14:paraId="12F99840" w14:textId="77777777" w:rsidTr="00E53441">
        <w:tc>
          <w:tcPr>
            <w:tcW w:w="3167" w:type="dxa"/>
          </w:tcPr>
          <w:p w14:paraId="7AB22230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Divino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2020</w:t>
            </w:r>
          </w:p>
        </w:tc>
        <w:tc>
          <w:tcPr>
            <w:tcW w:w="1450" w:type="dxa"/>
            <w:gridSpan w:val="2"/>
          </w:tcPr>
          <w:p w14:paraId="1ED67B15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1.099</w:t>
            </w:r>
          </w:p>
        </w:tc>
        <w:tc>
          <w:tcPr>
            <w:tcW w:w="1446" w:type="dxa"/>
          </w:tcPr>
          <w:p w14:paraId="253CA0FC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1.055</w:t>
            </w:r>
          </w:p>
        </w:tc>
        <w:tc>
          <w:tcPr>
            <w:tcW w:w="1478" w:type="dxa"/>
          </w:tcPr>
          <w:p w14:paraId="21F89A8C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1.145</w:t>
            </w:r>
          </w:p>
        </w:tc>
        <w:tc>
          <w:tcPr>
            <w:tcW w:w="1651" w:type="dxa"/>
          </w:tcPr>
          <w:p w14:paraId="13E9FF73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0.000</w:t>
            </w:r>
          </w:p>
        </w:tc>
      </w:tr>
      <w:tr w:rsidR="00F168B1" w:rsidRPr="00A772DC" w14:paraId="6AF14595" w14:textId="77777777" w:rsidTr="00E53441">
        <w:tc>
          <w:tcPr>
            <w:tcW w:w="3167" w:type="dxa"/>
          </w:tcPr>
          <w:p w14:paraId="0C528EF1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Eick</w:t>
            </w:r>
            <w:proofErr w:type="spellEnd"/>
            <w:r w:rsidRPr="00A772DC">
              <w:rPr>
                <w:rFonts w:asciiTheme="minorHAnsi" w:hAnsiTheme="minorHAnsi" w:cstheme="minorHAnsi"/>
              </w:rPr>
              <w:t>-Cost 2018</w:t>
            </w:r>
          </w:p>
        </w:tc>
        <w:tc>
          <w:tcPr>
            <w:tcW w:w="1450" w:type="dxa"/>
            <w:gridSpan w:val="2"/>
          </w:tcPr>
          <w:p w14:paraId="56427629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1.112</w:t>
            </w:r>
          </w:p>
        </w:tc>
        <w:tc>
          <w:tcPr>
            <w:tcW w:w="1446" w:type="dxa"/>
          </w:tcPr>
          <w:p w14:paraId="4EBBEF17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1.086</w:t>
            </w:r>
          </w:p>
        </w:tc>
        <w:tc>
          <w:tcPr>
            <w:tcW w:w="1478" w:type="dxa"/>
          </w:tcPr>
          <w:p w14:paraId="1AD02A49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1.140</w:t>
            </w:r>
          </w:p>
        </w:tc>
        <w:tc>
          <w:tcPr>
            <w:tcW w:w="1651" w:type="dxa"/>
          </w:tcPr>
          <w:p w14:paraId="0B482CF4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0.000</w:t>
            </w:r>
          </w:p>
        </w:tc>
      </w:tr>
      <w:tr w:rsidR="00F168B1" w:rsidRPr="00A772DC" w14:paraId="1F624429" w14:textId="77777777" w:rsidTr="00E53441">
        <w:tc>
          <w:tcPr>
            <w:tcW w:w="3167" w:type="dxa"/>
          </w:tcPr>
          <w:p w14:paraId="45076721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Izurieta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2019b</w:t>
            </w:r>
          </w:p>
        </w:tc>
        <w:tc>
          <w:tcPr>
            <w:tcW w:w="1450" w:type="dxa"/>
            <w:gridSpan w:val="2"/>
          </w:tcPr>
          <w:p w14:paraId="480C3C86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1.095</w:t>
            </w:r>
          </w:p>
        </w:tc>
        <w:tc>
          <w:tcPr>
            <w:tcW w:w="1446" w:type="dxa"/>
          </w:tcPr>
          <w:p w14:paraId="187AAADD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1.021</w:t>
            </w:r>
          </w:p>
        </w:tc>
        <w:tc>
          <w:tcPr>
            <w:tcW w:w="1478" w:type="dxa"/>
          </w:tcPr>
          <w:p w14:paraId="34F98D05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1.175</w:t>
            </w:r>
          </w:p>
        </w:tc>
        <w:tc>
          <w:tcPr>
            <w:tcW w:w="1651" w:type="dxa"/>
          </w:tcPr>
          <w:p w14:paraId="789C4DD1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0.011</w:t>
            </w:r>
          </w:p>
        </w:tc>
      </w:tr>
      <w:tr w:rsidR="00F168B1" w:rsidRPr="00A772DC" w14:paraId="4D2A1472" w14:textId="77777777" w:rsidTr="00E53441">
        <w:tc>
          <w:tcPr>
            <w:tcW w:w="3167" w:type="dxa"/>
          </w:tcPr>
          <w:p w14:paraId="17DDAED7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Klein 2020a</w:t>
            </w:r>
          </w:p>
        </w:tc>
        <w:tc>
          <w:tcPr>
            <w:tcW w:w="1450" w:type="dxa"/>
            <w:gridSpan w:val="2"/>
          </w:tcPr>
          <w:p w14:paraId="2E892EB2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1.111</w:t>
            </w:r>
          </w:p>
        </w:tc>
        <w:tc>
          <w:tcPr>
            <w:tcW w:w="1446" w:type="dxa"/>
          </w:tcPr>
          <w:p w14:paraId="5FD12C2B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1.085</w:t>
            </w:r>
          </w:p>
        </w:tc>
        <w:tc>
          <w:tcPr>
            <w:tcW w:w="1478" w:type="dxa"/>
          </w:tcPr>
          <w:p w14:paraId="76984EBA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1.138</w:t>
            </w:r>
          </w:p>
        </w:tc>
        <w:tc>
          <w:tcPr>
            <w:tcW w:w="1651" w:type="dxa"/>
          </w:tcPr>
          <w:p w14:paraId="47DEE5FE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0.000</w:t>
            </w:r>
          </w:p>
        </w:tc>
      </w:tr>
      <w:tr w:rsidR="00F168B1" w:rsidRPr="00A772DC" w14:paraId="4B214B93" w14:textId="77777777" w:rsidTr="00E53441">
        <w:tc>
          <w:tcPr>
            <w:tcW w:w="3167" w:type="dxa"/>
          </w:tcPr>
          <w:p w14:paraId="625F24B7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Martin 2020c</w:t>
            </w:r>
          </w:p>
        </w:tc>
        <w:tc>
          <w:tcPr>
            <w:tcW w:w="1450" w:type="dxa"/>
            <w:gridSpan w:val="2"/>
          </w:tcPr>
          <w:p w14:paraId="77106F5F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1.110</w:t>
            </w:r>
          </w:p>
        </w:tc>
        <w:tc>
          <w:tcPr>
            <w:tcW w:w="1446" w:type="dxa"/>
          </w:tcPr>
          <w:p w14:paraId="4C8D891F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1.084</w:t>
            </w:r>
          </w:p>
        </w:tc>
        <w:tc>
          <w:tcPr>
            <w:tcW w:w="1478" w:type="dxa"/>
          </w:tcPr>
          <w:p w14:paraId="6CD23C9B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1.137</w:t>
            </w:r>
          </w:p>
        </w:tc>
        <w:tc>
          <w:tcPr>
            <w:tcW w:w="1651" w:type="dxa"/>
          </w:tcPr>
          <w:p w14:paraId="4117DA5F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0.000</w:t>
            </w:r>
          </w:p>
        </w:tc>
      </w:tr>
      <w:tr w:rsidR="00F168B1" w:rsidRPr="00A772DC" w14:paraId="7BA0EE7B" w14:textId="77777777" w:rsidTr="00E53441">
        <w:tc>
          <w:tcPr>
            <w:tcW w:w="3167" w:type="dxa"/>
          </w:tcPr>
          <w:p w14:paraId="575D10CE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gridSpan w:val="2"/>
          </w:tcPr>
          <w:p w14:paraId="285A96D7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6" w:type="dxa"/>
          </w:tcPr>
          <w:p w14:paraId="36596E14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1FE0C30B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14:paraId="081A7FAE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02F869BD" w14:textId="77777777" w:rsidTr="00E53441">
        <w:tc>
          <w:tcPr>
            <w:tcW w:w="3167" w:type="dxa"/>
          </w:tcPr>
          <w:p w14:paraId="67E9CE55" w14:textId="77777777" w:rsidR="00F168B1" w:rsidRPr="00A772DC" w:rsidRDefault="00F168B1" w:rsidP="00314C0C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exp(theta)</w:t>
            </w:r>
          </w:p>
        </w:tc>
        <w:tc>
          <w:tcPr>
            <w:tcW w:w="1450" w:type="dxa"/>
            <w:gridSpan w:val="2"/>
          </w:tcPr>
          <w:p w14:paraId="0F9D7138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1.110</w:t>
            </w:r>
          </w:p>
        </w:tc>
        <w:tc>
          <w:tcPr>
            <w:tcW w:w="1446" w:type="dxa"/>
          </w:tcPr>
          <w:p w14:paraId="260D18C2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1.084</w:t>
            </w:r>
          </w:p>
        </w:tc>
        <w:tc>
          <w:tcPr>
            <w:tcW w:w="1478" w:type="dxa"/>
          </w:tcPr>
          <w:p w14:paraId="5F7B92C8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1.137</w:t>
            </w:r>
          </w:p>
        </w:tc>
        <w:tc>
          <w:tcPr>
            <w:tcW w:w="1651" w:type="dxa"/>
          </w:tcPr>
          <w:p w14:paraId="774A930E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0.000</w:t>
            </w:r>
          </w:p>
        </w:tc>
      </w:tr>
      <w:tr w:rsidR="00E53441" w:rsidRPr="00A772DC" w14:paraId="3410BD10" w14:textId="77777777" w:rsidTr="00E53441">
        <w:tc>
          <w:tcPr>
            <w:tcW w:w="3167" w:type="dxa"/>
          </w:tcPr>
          <w:p w14:paraId="52E16BD5" w14:textId="77777777" w:rsidR="00E53441" w:rsidRPr="00A772DC" w:rsidRDefault="00E53441" w:rsidP="000F7C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7" w:type="dxa"/>
          </w:tcPr>
          <w:p w14:paraId="2CF2B6A7" w14:textId="77777777" w:rsidR="00E53441" w:rsidRPr="00A772DC" w:rsidRDefault="00E5344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9" w:type="dxa"/>
            <w:gridSpan w:val="2"/>
          </w:tcPr>
          <w:p w14:paraId="7655EA33" w14:textId="77777777" w:rsidR="00E53441" w:rsidRPr="00A772DC" w:rsidRDefault="00E5344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590695F2" w14:textId="77777777" w:rsidR="00E53441" w:rsidRPr="00A772DC" w:rsidRDefault="00E5344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14:paraId="6CB342A6" w14:textId="77777777" w:rsidR="00E53441" w:rsidRPr="00A772DC" w:rsidRDefault="00E5344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20A6B7FC" w14:textId="77777777" w:rsidTr="00E53441">
        <w:tc>
          <w:tcPr>
            <w:tcW w:w="3167" w:type="dxa"/>
          </w:tcPr>
          <w:p w14:paraId="6FACEA81" w14:textId="75D5503A" w:rsidR="00F168B1" w:rsidRPr="00A772DC" w:rsidRDefault="00A772DC" w:rsidP="000F7C14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2018-2019 influenza season</w:t>
            </w:r>
          </w:p>
        </w:tc>
        <w:tc>
          <w:tcPr>
            <w:tcW w:w="1427" w:type="dxa"/>
          </w:tcPr>
          <w:p w14:paraId="57AD460E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9" w:type="dxa"/>
            <w:gridSpan w:val="2"/>
          </w:tcPr>
          <w:p w14:paraId="2D657635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2874910B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14:paraId="14E141D1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3441" w:rsidRPr="00A772DC" w14:paraId="2E0970A5" w14:textId="77777777" w:rsidTr="00E53441">
        <w:tc>
          <w:tcPr>
            <w:tcW w:w="3167" w:type="dxa"/>
          </w:tcPr>
          <w:p w14:paraId="731FBC19" w14:textId="77777777" w:rsidR="00E53441" w:rsidRPr="00A772DC" w:rsidRDefault="00E53441" w:rsidP="000F7C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7" w:type="dxa"/>
          </w:tcPr>
          <w:p w14:paraId="237FED51" w14:textId="77777777" w:rsidR="00E53441" w:rsidRPr="00A772DC" w:rsidRDefault="00E5344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9" w:type="dxa"/>
            <w:gridSpan w:val="2"/>
          </w:tcPr>
          <w:p w14:paraId="7DBFF4FE" w14:textId="77777777" w:rsidR="00E53441" w:rsidRPr="00A772DC" w:rsidRDefault="00E5344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4826B9CC" w14:textId="77777777" w:rsidR="00E53441" w:rsidRPr="00A772DC" w:rsidRDefault="00E5344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14:paraId="10B294F7" w14:textId="77777777" w:rsidR="00E53441" w:rsidRPr="00A772DC" w:rsidRDefault="00E5344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17E19287" w14:textId="77777777" w:rsidTr="00E53441">
        <w:tc>
          <w:tcPr>
            <w:tcW w:w="3167" w:type="dxa"/>
          </w:tcPr>
          <w:p w14:paraId="36ECF5D8" w14:textId="77777777" w:rsidR="00F168B1" w:rsidRPr="00A772DC" w:rsidRDefault="00F168B1" w:rsidP="000F7C14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Boikos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2021d</w:t>
            </w:r>
          </w:p>
        </w:tc>
        <w:tc>
          <w:tcPr>
            <w:tcW w:w="1427" w:type="dxa"/>
          </w:tcPr>
          <w:p w14:paraId="3BA03B42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1.008</w:t>
            </w:r>
          </w:p>
        </w:tc>
        <w:tc>
          <w:tcPr>
            <w:tcW w:w="1469" w:type="dxa"/>
            <w:gridSpan w:val="2"/>
          </w:tcPr>
          <w:p w14:paraId="0D0E1A03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0.968</w:t>
            </w:r>
          </w:p>
        </w:tc>
        <w:tc>
          <w:tcPr>
            <w:tcW w:w="1478" w:type="dxa"/>
          </w:tcPr>
          <w:p w14:paraId="7108A00E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1.051</w:t>
            </w:r>
          </w:p>
        </w:tc>
        <w:tc>
          <w:tcPr>
            <w:tcW w:w="1651" w:type="dxa"/>
          </w:tcPr>
          <w:p w14:paraId="2AE7C0F0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0.691</w:t>
            </w:r>
          </w:p>
        </w:tc>
      </w:tr>
      <w:tr w:rsidR="00F168B1" w:rsidRPr="00A772DC" w14:paraId="6AEBBE71" w14:textId="77777777" w:rsidTr="00E53441">
        <w:tc>
          <w:tcPr>
            <w:tcW w:w="3167" w:type="dxa"/>
          </w:tcPr>
          <w:p w14:paraId="43BF08A1" w14:textId="77777777" w:rsidR="00F168B1" w:rsidRPr="00A772DC" w:rsidRDefault="00F168B1" w:rsidP="000F7C14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Boikos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2021c</w:t>
            </w:r>
          </w:p>
        </w:tc>
        <w:tc>
          <w:tcPr>
            <w:tcW w:w="1427" w:type="dxa"/>
          </w:tcPr>
          <w:p w14:paraId="12BADC30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1.054</w:t>
            </w:r>
          </w:p>
        </w:tc>
        <w:tc>
          <w:tcPr>
            <w:tcW w:w="1469" w:type="dxa"/>
            <w:gridSpan w:val="2"/>
          </w:tcPr>
          <w:p w14:paraId="259DCCCB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1.028</w:t>
            </w:r>
          </w:p>
        </w:tc>
        <w:tc>
          <w:tcPr>
            <w:tcW w:w="1478" w:type="dxa"/>
          </w:tcPr>
          <w:p w14:paraId="31C659CB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1.082</w:t>
            </w:r>
          </w:p>
        </w:tc>
        <w:tc>
          <w:tcPr>
            <w:tcW w:w="1651" w:type="dxa"/>
          </w:tcPr>
          <w:p w14:paraId="50F1E505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0.000</w:t>
            </w:r>
          </w:p>
        </w:tc>
      </w:tr>
      <w:tr w:rsidR="00F168B1" w:rsidRPr="00A772DC" w14:paraId="7F6A78C6" w14:textId="77777777" w:rsidTr="00E53441">
        <w:tc>
          <w:tcPr>
            <w:tcW w:w="3167" w:type="dxa"/>
          </w:tcPr>
          <w:p w14:paraId="70F5D5C8" w14:textId="77777777" w:rsidR="00F168B1" w:rsidRPr="00A772DC" w:rsidRDefault="00F168B1" w:rsidP="000F7C14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Fu Tseng 2019b</w:t>
            </w:r>
          </w:p>
        </w:tc>
        <w:tc>
          <w:tcPr>
            <w:tcW w:w="1427" w:type="dxa"/>
          </w:tcPr>
          <w:p w14:paraId="221746AE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1.028</w:t>
            </w:r>
          </w:p>
        </w:tc>
        <w:tc>
          <w:tcPr>
            <w:tcW w:w="1469" w:type="dxa"/>
            <w:gridSpan w:val="2"/>
          </w:tcPr>
          <w:p w14:paraId="71FF3FC6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0.986</w:t>
            </w:r>
          </w:p>
        </w:tc>
        <w:tc>
          <w:tcPr>
            <w:tcW w:w="1478" w:type="dxa"/>
          </w:tcPr>
          <w:p w14:paraId="683E8278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1.072</w:t>
            </w:r>
          </w:p>
        </w:tc>
        <w:tc>
          <w:tcPr>
            <w:tcW w:w="1651" w:type="dxa"/>
          </w:tcPr>
          <w:p w14:paraId="0686E0CB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0.189</w:t>
            </w:r>
          </w:p>
        </w:tc>
      </w:tr>
      <w:tr w:rsidR="00F168B1" w:rsidRPr="00A772DC" w14:paraId="260A26FE" w14:textId="77777777" w:rsidTr="00E53441">
        <w:tc>
          <w:tcPr>
            <w:tcW w:w="3167" w:type="dxa"/>
          </w:tcPr>
          <w:p w14:paraId="32A84A81" w14:textId="77777777" w:rsidR="00F168B1" w:rsidRPr="00A772DC" w:rsidRDefault="00F168B1" w:rsidP="000F7C14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Izurieta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2020a</w:t>
            </w:r>
          </w:p>
        </w:tc>
        <w:tc>
          <w:tcPr>
            <w:tcW w:w="1427" w:type="dxa"/>
          </w:tcPr>
          <w:p w14:paraId="7D3EF307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1.028</w:t>
            </w:r>
          </w:p>
        </w:tc>
        <w:tc>
          <w:tcPr>
            <w:tcW w:w="1469" w:type="dxa"/>
            <w:gridSpan w:val="2"/>
          </w:tcPr>
          <w:p w14:paraId="72FE4E46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0.973</w:t>
            </w:r>
          </w:p>
        </w:tc>
        <w:tc>
          <w:tcPr>
            <w:tcW w:w="1478" w:type="dxa"/>
          </w:tcPr>
          <w:p w14:paraId="210DC1A7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1.087</w:t>
            </w:r>
          </w:p>
        </w:tc>
        <w:tc>
          <w:tcPr>
            <w:tcW w:w="1651" w:type="dxa"/>
          </w:tcPr>
          <w:p w14:paraId="2CCBEB2F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0.327</w:t>
            </w:r>
          </w:p>
        </w:tc>
      </w:tr>
      <w:tr w:rsidR="00F168B1" w:rsidRPr="00A772DC" w14:paraId="6BBB10A6" w14:textId="77777777" w:rsidTr="00E53441">
        <w:tc>
          <w:tcPr>
            <w:tcW w:w="3167" w:type="dxa"/>
          </w:tcPr>
          <w:p w14:paraId="6E86AB99" w14:textId="77777777" w:rsidR="00F168B1" w:rsidRPr="00A772DC" w:rsidRDefault="00F168B1" w:rsidP="000F7C14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Krishnarajah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2021</w:t>
            </w:r>
          </w:p>
        </w:tc>
        <w:tc>
          <w:tcPr>
            <w:tcW w:w="1427" w:type="dxa"/>
          </w:tcPr>
          <w:p w14:paraId="3F71F7CE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1.023</w:t>
            </w:r>
          </w:p>
        </w:tc>
        <w:tc>
          <w:tcPr>
            <w:tcW w:w="1469" w:type="dxa"/>
            <w:gridSpan w:val="2"/>
          </w:tcPr>
          <w:p w14:paraId="123C70FB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0.972</w:t>
            </w:r>
          </w:p>
        </w:tc>
        <w:tc>
          <w:tcPr>
            <w:tcW w:w="1478" w:type="dxa"/>
          </w:tcPr>
          <w:p w14:paraId="33C70A2D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1.076</w:t>
            </w:r>
          </w:p>
        </w:tc>
        <w:tc>
          <w:tcPr>
            <w:tcW w:w="1651" w:type="dxa"/>
          </w:tcPr>
          <w:p w14:paraId="68965EAD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0.382</w:t>
            </w:r>
          </w:p>
        </w:tc>
      </w:tr>
      <w:tr w:rsidR="00F168B1" w:rsidRPr="00A772DC" w14:paraId="2A04E276" w14:textId="77777777" w:rsidTr="00E53441">
        <w:tc>
          <w:tcPr>
            <w:tcW w:w="3167" w:type="dxa"/>
          </w:tcPr>
          <w:p w14:paraId="027AAF89" w14:textId="77777777" w:rsidR="00F168B1" w:rsidRPr="00A772DC" w:rsidRDefault="00F168B1" w:rsidP="000F7C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7" w:type="dxa"/>
          </w:tcPr>
          <w:p w14:paraId="37ACDEBB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9" w:type="dxa"/>
            <w:gridSpan w:val="2"/>
          </w:tcPr>
          <w:p w14:paraId="7DE97C1B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014B164B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14:paraId="5B6E1ABE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69C45729" w14:textId="77777777" w:rsidTr="00E53441">
        <w:tc>
          <w:tcPr>
            <w:tcW w:w="3167" w:type="dxa"/>
            <w:tcBorders>
              <w:bottom w:val="single" w:sz="4" w:space="0" w:color="auto"/>
            </w:tcBorders>
          </w:tcPr>
          <w:p w14:paraId="187090E0" w14:textId="77777777" w:rsidR="00F168B1" w:rsidRPr="00A772DC" w:rsidRDefault="00F168B1" w:rsidP="000F7C14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exp(theta)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14:paraId="3172AA35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1.028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</w:tcPr>
          <w:p w14:paraId="16F87C03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0.986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5BA40E0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1.071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14:paraId="72134ED6" w14:textId="77777777" w:rsidR="00F168B1" w:rsidRPr="00A772DC" w:rsidRDefault="00F168B1" w:rsidP="00A772DC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0.195</w:t>
            </w:r>
          </w:p>
        </w:tc>
      </w:tr>
    </w:tbl>
    <w:p w14:paraId="585D62A7" w14:textId="1F78FDD0" w:rsidR="00F168B1" w:rsidRPr="00A772DC" w:rsidRDefault="00F168B1" w:rsidP="00F168B1">
      <w:pPr>
        <w:rPr>
          <w:rFonts w:asciiTheme="minorHAnsi" w:hAnsiTheme="minorHAnsi" w:cstheme="minorHAnsi"/>
        </w:rPr>
      </w:pPr>
      <w:r w:rsidRPr="00A772DC">
        <w:rPr>
          <w:rFonts w:asciiTheme="minorHAnsi" w:hAnsiTheme="minorHAnsi" w:cstheme="minorHAnsi"/>
        </w:rPr>
        <w:tab/>
      </w:r>
      <w:r w:rsidRPr="00A772DC">
        <w:rPr>
          <w:rFonts w:asciiTheme="minorHAnsi" w:hAnsiTheme="minorHAnsi" w:cstheme="minorHAnsi"/>
        </w:rPr>
        <w:tab/>
      </w:r>
      <w:r w:rsidRPr="00A772DC">
        <w:rPr>
          <w:rFonts w:asciiTheme="minorHAnsi" w:hAnsiTheme="minorHAnsi" w:cstheme="minorHAnsi"/>
        </w:rPr>
        <w:tab/>
      </w:r>
      <w:r w:rsidRPr="00A772DC">
        <w:rPr>
          <w:rFonts w:asciiTheme="minorHAnsi" w:hAnsiTheme="minorHAnsi" w:cstheme="minorHAnsi"/>
        </w:rPr>
        <w:tab/>
      </w:r>
      <w:r w:rsidRPr="00A772DC">
        <w:rPr>
          <w:rFonts w:asciiTheme="minorHAnsi" w:hAnsiTheme="minorHAnsi" w:cstheme="minorHAnsi"/>
        </w:rPr>
        <w:tab/>
      </w:r>
    </w:p>
    <w:sectPr w:rsidR="00F168B1" w:rsidRPr="00A772DC" w:rsidSect="006B3C1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F7AFF" w14:textId="77777777" w:rsidR="00F168B1" w:rsidRDefault="00F168B1" w:rsidP="00212EF8">
      <w:r>
        <w:separator/>
      </w:r>
    </w:p>
  </w:endnote>
  <w:endnote w:type="continuationSeparator" w:id="0">
    <w:p w14:paraId="467CEDEE" w14:textId="77777777" w:rsidR="00F168B1" w:rsidRDefault="00F168B1" w:rsidP="0021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65257" w14:textId="77777777" w:rsidR="00F168B1" w:rsidRDefault="00F168B1" w:rsidP="00212EF8">
      <w:r>
        <w:separator/>
      </w:r>
    </w:p>
  </w:footnote>
  <w:footnote w:type="continuationSeparator" w:id="0">
    <w:p w14:paraId="3ED43854" w14:textId="77777777" w:rsidR="00F168B1" w:rsidRDefault="00F168B1" w:rsidP="00212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F37312"/>
    <w:multiLevelType w:val="hybridMultilevel"/>
    <w:tmpl w:val="761C8936"/>
    <w:lvl w:ilvl="0" w:tplc="DAF6D318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attachedTemplate r:id="rId1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B1"/>
    <w:rsid w:val="00057A8F"/>
    <w:rsid w:val="000877CA"/>
    <w:rsid w:val="000B4850"/>
    <w:rsid w:val="000E2E9C"/>
    <w:rsid w:val="00105122"/>
    <w:rsid w:val="001110A7"/>
    <w:rsid w:val="00137F88"/>
    <w:rsid w:val="00163A53"/>
    <w:rsid w:val="00176814"/>
    <w:rsid w:val="001E2672"/>
    <w:rsid w:val="001F51E2"/>
    <w:rsid w:val="001F731A"/>
    <w:rsid w:val="00212EF8"/>
    <w:rsid w:val="002D66A5"/>
    <w:rsid w:val="0037406C"/>
    <w:rsid w:val="003A6275"/>
    <w:rsid w:val="003C5509"/>
    <w:rsid w:val="0048730B"/>
    <w:rsid w:val="004F2A06"/>
    <w:rsid w:val="004F7D84"/>
    <w:rsid w:val="00530073"/>
    <w:rsid w:val="00563E36"/>
    <w:rsid w:val="00592E48"/>
    <w:rsid w:val="005E688A"/>
    <w:rsid w:val="00664ECD"/>
    <w:rsid w:val="00665C61"/>
    <w:rsid w:val="00680698"/>
    <w:rsid w:val="006B3C16"/>
    <w:rsid w:val="007177A2"/>
    <w:rsid w:val="007C416D"/>
    <w:rsid w:val="007F2E71"/>
    <w:rsid w:val="0081326D"/>
    <w:rsid w:val="00813501"/>
    <w:rsid w:val="008616EB"/>
    <w:rsid w:val="00884FB1"/>
    <w:rsid w:val="008C7DDE"/>
    <w:rsid w:val="00906384"/>
    <w:rsid w:val="00937630"/>
    <w:rsid w:val="00A24AFC"/>
    <w:rsid w:val="00A7456A"/>
    <w:rsid w:val="00A772DC"/>
    <w:rsid w:val="00A9757A"/>
    <w:rsid w:val="00AA2470"/>
    <w:rsid w:val="00AB2EC8"/>
    <w:rsid w:val="00B15D1A"/>
    <w:rsid w:val="00B53A3B"/>
    <w:rsid w:val="00B56912"/>
    <w:rsid w:val="00B87552"/>
    <w:rsid w:val="00BE7205"/>
    <w:rsid w:val="00C44634"/>
    <w:rsid w:val="00C944FA"/>
    <w:rsid w:val="00CA560D"/>
    <w:rsid w:val="00CA5621"/>
    <w:rsid w:val="00D06FFF"/>
    <w:rsid w:val="00D15DE5"/>
    <w:rsid w:val="00E53441"/>
    <w:rsid w:val="00ED1640"/>
    <w:rsid w:val="00F168B1"/>
    <w:rsid w:val="00F84A50"/>
    <w:rsid w:val="00FA72F0"/>
    <w:rsid w:val="00FB2C36"/>
    <w:rsid w:val="00FE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3190E4"/>
  <w15:chartTrackingRefBased/>
  <w15:docId w15:val="{07B6E1CD-7A8F-A14D-9205-9DA1D4D9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E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E48"/>
    <w:pPr>
      <w:widowControl w:val="0"/>
    </w:pPr>
    <w:rPr>
      <w:rFonts w:ascii="Abadi" w:hAnsi="Abad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12EF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12EF8"/>
    <w:rPr>
      <w:rFonts w:ascii="Abadi" w:hAnsi="Abadi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212EF8"/>
    <w:rPr>
      <w:vertAlign w:val="superscript"/>
    </w:rPr>
  </w:style>
  <w:style w:type="table" w:styleId="TableGrid">
    <w:name w:val="Table Grid"/>
    <w:basedOn w:val="TableNormal"/>
    <w:uiPriority w:val="39"/>
    <w:rsid w:val="00F16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uanpuigbarbera/Library/Group%20Containers/UBF8T346G9.Office/User%20Content.localized/Templates.localized/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BE2834-D8C8-3C48-8816-37938542F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Normal.dotx</Template>
  <TotalTime>14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Puig-Barberà</dc:creator>
  <cp:keywords/>
  <dc:description/>
  <cp:lastModifiedBy>Joan Puig-Barberà</cp:lastModifiedBy>
  <cp:revision>1</cp:revision>
  <dcterms:created xsi:type="dcterms:W3CDTF">2021-07-05T16:25:00Z</dcterms:created>
  <dcterms:modified xsi:type="dcterms:W3CDTF">2021-07-05T16:40:00Z</dcterms:modified>
</cp:coreProperties>
</file>